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178B9" w14:textId="77777777" w:rsidR="00C92E3F" w:rsidRDefault="00C92E3F" w:rsidP="00FC0FDA">
      <w:pPr>
        <w:pStyle w:val="Nadpis1"/>
        <w:rPr>
          <w:b w:val="0"/>
          <w:color w:val="auto"/>
          <w:sz w:val="16"/>
          <w:szCs w:val="16"/>
        </w:rPr>
      </w:pPr>
    </w:p>
    <w:p w14:paraId="5675409F" w14:textId="37131B0E" w:rsidR="00FC0FDA" w:rsidRPr="00FC5B2A" w:rsidRDefault="004546BE" w:rsidP="00FC0FDA">
      <w:pPr>
        <w:pStyle w:val="Nadpis1"/>
        <w:rPr>
          <w:b w:val="0"/>
          <w:color w:val="auto"/>
          <w:sz w:val="16"/>
          <w:szCs w:val="16"/>
        </w:rPr>
      </w:pPr>
      <w:r w:rsidRPr="00FC5B2A">
        <w:rPr>
          <w:b w:val="0"/>
          <w:color w:val="auto"/>
          <w:sz w:val="16"/>
          <w:szCs w:val="16"/>
        </w:rPr>
        <w:t xml:space="preserve">Příloha č. </w:t>
      </w:r>
      <w:r w:rsidR="009F4F51">
        <w:rPr>
          <w:b w:val="0"/>
          <w:color w:val="auto"/>
          <w:sz w:val="16"/>
          <w:szCs w:val="16"/>
        </w:rPr>
        <w:t>4</w:t>
      </w:r>
      <w:r w:rsidR="005E7A22">
        <w:rPr>
          <w:b w:val="0"/>
          <w:color w:val="auto"/>
          <w:sz w:val="16"/>
          <w:szCs w:val="16"/>
        </w:rPr>
        <w:t xml:space="preserve"> Zadávací dokumentace</w:t>
      </w:r>
      <w:r w:rsidR="005F6779" w:rsidRPr="00FC5B2A">
        <w:rPr>
          <w:b w:val="0"/>
          <w:color w:val="auto"/>
          <w:sz w:val="16"/>
          <w:szCs w:val="16"/>
        </w:rPr>
        <w:t xml:space="preserve"> </w:t>
      </w:r>
    </w:p>
    <w:p w14:paraId="6B3D007B" w14:textId="4054B838" w:rsidR="00FC0FDA" w:rsidRPr="00FC5B2A" w:rsidRDefault="00C445C0" w:rsidP="00FC0FDA">
      <w:pPr>
        <w:pStyle w:val="Nadpis1"/>
        <w:rPr>
          <w:sz w:val="28"/>
          <w:szCs w:val="28"/>
        </w:rPr>
      </w:pPr>
      <w:r w:rsidRPr="00FC5B2A">
        <w:rPr>
          <w:sz w:val="28"/>
          <w:szCs w:val="28"/>
        </w:rPr>
        <w:t>Dílčí nabídkové ceny</w:t>
      </w:r>
    </w:p>
    <w:p w14:paraId="1E485E08" w14:textId="43BDDD8D" w:rsidR="00FC0FDA" w:rsidRDefault="00D8022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  <w:r>
        <w:rPr>
          <w:i/>
          <w:sz w:val="20"/>
          <w:szCs w:val="20"/>
        </w:rPr>
        <w:t>Níže</w:t>
      </w:r>
      <w:r w:rsidRPr="00F33FC7">
        <w:rPr>
          <w:i/>
          <w:sz w:val="20"/>
          <w:szCs w:val="20"/>
        </w:rPr>
        <w:t xml:space="preserve"> uvedená tabulka je excelovskou tabulkou, pro zadávání hodnot je třeba aktivovat ji dvojím rychlým kliknutím.</w:t>
      </w:r>
    </w:p>
    <w:bookmarkStart w:id="0" w:name="_MON_1763988101"/>
    <w:bookmarkEnd w:id="0"/>
    <w:p w14:paraId="71178788" w14:textId="3B0BA814" w:rsidR="00274482" w:rsidRDefault="00497D93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  <w:r>
        <w:rPr>
          <w:rFonts w:ascii="Verdana" w:hAnsi="Verdana"/>
          <w:b/>
          <w:sz w:val="6"/>
          <w:szCs w:val="8"/>
        </w:rPr>
        <w:object w:dxaOrig="10505" w:dyaOrig="2148" w14:anchorId="67781D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525.5pt;height:107.5pt" o:ole="">
            <v:imagedata r:id="rId11" o:title=""/>
          </v:shape>
          <o:OLEObject Type="Embed" ProgID="Excel.Sheet.12" ShapeID="_x0000_i1032" DrawAspect="Content" ObjectID="_1795521181" r:id="rId12"/>
        </w:object>
      </w:r>
    </w:p>
    <w:p w14:paraId="407AD4B0" w14:textId="77777777" w:rsidR="006F7432" w:rsidRPr="006F7432" w:rsidRDefault="006F7432" w:rsidP="006F7432">
      <w:pPr>
        <w:keepNext/>
        <w:spacing w:before="240"/>
        <w:ind w:left="567"/>
        <w:jc w:val="both"/>
        <w:outlineLvl w:val="0"/>
        <w:rPr>
          <w:rFonts w:asciiTheme="majorHAnsi" w:hAnsiTheme="majorHAnsi" w:cs="Arial"/>
          <w:b/>
          <w:bCs/>
          <w:caps/>
          <w:kern w:val="32"/>
          <w:sz w:val="18"/>
          <w:szCs w:val="18"/>
          <w:lang w:eastAsia="en-US"/>
        </w:rPr>
      </w:pPr>
    </w:p>
    <w:p w14:paraId="3DB9C689" w14:textId="5B0DEE46" w:rsidR="0096563D" w:rsidRDefault="0096563D" w:rsidP="00FC5B2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p w14:paraId="3278DD86" w14:textId="49835CA7" w:rsidR="00275E1B" w:rsidRPr="00C445C0" w:rsidRDefault="00275E1B" w:rsidP="00FC5B2A">
      <w:pPr>
        <w:autoSpaceDE w:val="0"/>
        <w:autoSpaceDN w:val="0"/>
        <w:spacing w:after="240"/>
        <w:jc w:val="both"/>
        <w:rPr>
          <w:rFonts w:ascii="Verdana" w:hAnsi="Verdana"/>
          <w:b/>
          <w:sz w:val="18"/>
          <w:szCs w:val="18"/>
        </w:rPr>
      </w:pPr>
    </w:p>
    <w:sectPr w:rsidR="00275E1B" w:rsidRPr="00C445C0" w:rsidSect="00A742A0"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 w:code="9"/>
      <w:pgMar w:top="2070" w:right="79" w:bottom="2408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E5BCD" w14:textId="77777777" w:rsidR="00F75676" w:rsidRDefault="00F75676" w:rsidP="00962258">
      <w:r>
        <w:separator/>
      </w:r>
    </w:p>
  </w:endnote>
  <w:endnote w:type="continuationSeparator" w:id="0">
    <w:p w14:paraId="6E00CF8A" w14:textId="77777777" w:rsidR="00F75676" w:rsidRDefault="00F75676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75A3F98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9451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9451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542DB8F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06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06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Pr="00C92E3F" w:rsidRDefault="00F1715C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Správa železni</w:t>
          </w:r>
          <w:r w:rsidR="00F5558F" w:rsidRPr="00C92E3F">
            <w:rPr>
              <w:rFonts w:ascii="Verdana" w:hAnsi="Verdana"/>
            </w:rPr>
            <w:t>c</w:t>
          </w:r>
          <w:r w:rsidRPr="00C92E3F">
            <w:rPr>
              <w:rFonts w:ascii="Verdana" w:hAnsi="Verdana"/>
            </w:rPr>
            <w:t>, státní organizace</w:t>
          </w:r>
        </w:p>
        <w:p w14:paraId="3B3403DE" w14:textId="77777777" w:rsidR="00F1715C" w:rsidRPr="00C92E3F" w:rsidRDefault="00F1715C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Pr="00C92E3F" w:rsidRDefault="00F1715C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Sídlo: Dlážděná 1003/7, 110 00 Praha 1</w:t>
          </w:r>
        </w:p>
        <w:p w14:paraId="73D77D44" w14:textId="77777777" w:rsidR="00F1715C" w:rsidRPr="00C92E3F" w:rsidRDefault="00F1715C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IČ</w:t>
          </w:r>
          <w:r w:rsidR="00F5558F" w:rsidRPr="00C92E3F">
            <w:rPr>
              <w:rFonts w:ascii="Verdana" w:hAnsi="Verdana"/>
            </w:rPr>
            <w:t>O</w:t>
          </w:r>
          <w:r w:rsidRPr="00C92E3F">
            <w:rPr>
              <w:rFonts w:ascii="Verdana" w:hAnsi="Verdana"/>
            </w:rPr>
            <w:t>: 709 94 234 DIČ: CZ 709 94 234</w:t>
          </w:r>
        </w:p>
        <w:p w14:paraId="2CED9ACE" w14:textId="77777777" w:rsidR="00F1715C" w:rsidRPr="00C92E3F" w:rsidRDefault="004C5D55" w:rsidP="00460660">
          <w:pPr>
            <w:pStyle w:val="Zpat"/>
            <w:rPr>
              <w:rFonts w:ascii="Verdana" w:hAnsi="Verdana"/>
            </w:rPr>
          </w:pPr>
          <w:r w:rsidRPr="00C92E3F">
            <w:rPr>
              <w:rFonts w:ascii="Verdana" w:hAnsi="Verdana"/>
            </w:rPr>
            <w:t>www.spravazeleznic</w:t>
          </w:r>
          <w:r w:rsidR="00F1715C" w:rsidRPr="00C92E3F">
            <w:rPr>
              <w:rFonts w:ascii="Verdana" w:hAnsi="Verdana"/>
            </w:rPr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D29BB" w14:textId="77777777" w:rsidR="00F75676" w:rsidRDefault="00F75676" w:rsidP="00962258">
      <w:r>
        <w:separator/>
      </w:r>
    </w:p>
  </w:footnote>
  <w:footnote w:type="continuationSeparator" w:id="0">
    <w:p w14:paraId="78D44AF2" w14:textId="77777777" w:rsidR="00F75676" w:rsidRDefault="00F75676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9602800"/>
    <w:multiLevelType w:val="hybridMultilevel"/>
    <w:tmpl w:val="E7A2E4FC"/>
    <w:lvl w:ilvl="0" w:tplc="B394D33A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751796">
    <w:abstractNumId w:val="3"/>
  </w:num>
  <w:num w:numId="2" w16cid:durableId="484207317">
    <w:abstractNumId w:val="1"/>
  </w:num>
  <w:num w:numId="3" w16cid:durableId="7484228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6648081">
    <w:abstractNumId w:val="10"/>
  </w:num>
  <w:num w:numId="5" w16cid:durableId="566571981">
    <w:abstractNumId w:val="5"/>
  </w:num>
  <w:num w:numId="6" w16cid:durableId="530454734">
    <w:abstractNumId w:val="6"/>
  </w:num>
  <w:num w:numId="7" w16cid:durableId="574586273">
    <w:abstractNumId w:val="0"/>
  </w:num>
  <w:num w:numId="8" w16cid:durableId="1863349585">
    <w:abstractNumId w:val="7"/>
  </w:num>
  <w:num w:numId="9" w16cid:durableId="13955909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2609514">
    <w:abstractNumId w:val="6"/>
  </w:num>
  <w:num w:numId="11" w16cid:durableId="1656060841">
    <w:abstractNumId w:val="1"/>
  </w:num>
  <w:num w:numId="12" w16cid:durableId="43262930">
    <w:abstractNumId w:val="6"/>
  </w:num>
  <w:num w:numId="13" w16cid:durableId="180436200">
    <w:abstractNumId w:val="6"/>
  </w:num>
  <w:num w:numId="14" w16cid:durableId="2091461812">
    <w:abstractNumId w:val="6"/>
  </w:num>
  <w:num w:numId="15" w16cid:durableId="1598830195">
    <w:abstractNumId w:val="6"/>
  </w:num>
  <w:num w:numId="16" w16cid:durableId="640963742">
    <w:abstractNumId w:val="11"/>
  </w:num>
  <w:num w:numId="17" w16cid:durableId="1398238216">
    <w:abstractNumId w:val="3"/>
  </w:num>
  <w:num w:numId="18" w16cid:durableId="412050715">
    <w:abstractNumId w:val="11"/>
  </w:num>
  <w:num w:numId="19" w16cid:durableId="1468207770">
    <w:abstractNumId w:val="11"/>
  </w:num>
  <w:num w:numId="20" w16cid:durableId="703139065">
    <w:abstractNumId w:val="11"/>
  </w:num>
  <w:num w:numId="21" w16cid:durableId="1526596186">
    <w:abstractNumId w:val="11"/>
  </w:num>
  <w:num w:numId="22" w16cid:durableId="280378528">
    <w:abstractNumId w:val="6"/>
  </w:num>
  <w:num w:numId="23" w16cid:durableId="221258219">
    <w:abstractNumId w:val="1"/>
  </w:num>
  <w:num w:numId="24" w16cid:durableId="167596767">
    <w:abstractNumId w:val="6"/>
  </w:num>
  <w:num w:numId="25" w16cid:durableId="104810952">
    <w:abstractNumId w:val="6"/>
  </w:num>
  <w:num w:numId="26" w16cid:durableId="582225852">
    <w:abstractNumId w:val="6"/>
  </w:num>
  <w:num w:numId="27" w16cid:durableId="1962682756">
    <w:abstractNumId w:val="6"/>
  </w:num>
  <w:num w:numId="28" w16cid:durableId="248662278">
    <w:abstractNumId w:val="11"/>
  </w:num>
  <w:num w:numId="29" w16cid:durableId="255987532">
    <w:abstractNumId w:val="3"/>
  </w:num>
  <w:num w:numId="30" w16cid:durableId="2116050756">
    <w:abstractNumId w:val="11"/>
  </w:num>
  <w:num w:numId="31" w16cid:durableId="1967658847">
    <w:abstractNumId w:val="11"/>
  </w:num>
  <w:num w:numId="32" w16cid:durableId="4980837">
    <w:abstractNumId w:val="11"/>
  </w:num>
  <w:num w:numId="33" w16cid:durableId="641497852">
    <w:abstractNumId w:val="11"/>
  </w:num>
  <w:num w:numId="34" w16cid:durableId="1254514620">
    <w:abstractNumId w:val="2"/>
  </w:num>
  <w:num w:numId="35" w16cid:durableId="416562225">
    <w:abstractNumId w:val="13"/>
  </w:num>
  <w:num w:numId="36" w16cid:durableId="1531333317">
    <w:abstractNumId w:val="12"/>
  </w:num>
  <w:num w:numId="37" w16cid:durableId="1685669202">
    <w:abstractNumId w:val="4"/>
  </w:num>
  <w:num w:numId="38" w16cid:durableId="26472711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FDA"/>
    <w:rsid w:val="000307AE"/>
    <w:rsid w:val="0004610A"/>
    <w:rsid w:val="00053019"/>
    <w:rsid w:val="0005560E"/>
    <w:rsid w:val="00067E11"/>
    <w:rsid w:val="00072C1E"/>
    <w:rsid w:val="000D5FA0"/>
    <w:rsid w:val="000E23A7"/>
    <w:rsid w:val="0010693F"/>
    <w:rsid w:val="00114472"/>
    <w:rsid w:val="00122B49"/>
    <w:rsid w:val="001550BC"/>
    <w:rsid w:val="001605B9"/>
    <w:rsid w:val="00170EC5"/>
    <w:rsid w:val="001747C1"/>
    <w:rsid w:val="001826A9"/>
    <w:rsid w:val="00184743"/>
    <w:rsid w:val="001B57E8"/>
    <w:rsid w:val="00207DF5"/>
    <w:rsid w:val="0027232E"/>
    <w:rsid w:val="00274482"/>
    <w:rsid w:val="00275E1B"/>
    <w:rsid w:val="00280E07"/>
    <w:rsid w:val="00297033"/>
    <w:rsid w:val="002B3CC1"/>
    <w:rsid w:val="002C31BF"/>
    <w:rsid w:val="002D02AB"/>
    <w:rsid w:val="002D08B1"/>
    <w:rsid w:val="002E0CD7"/>
    <w:rsid w:val="00304973"/>
    <w:rsid w:val="003245AD"/>
    <w:rsid w:val="00341DCF"/>
    <w:rsid w:val="00344D97"/>
    <w:rsid w:val="00357BC6"/>
    <w:rsid w:val="003956C6"/>
    <w:rsid w:val="003C3747"/>
    <w:rsid w:val="003E0C64"/>
    <w:rsid w:val="0040772E"/>
    <w:rsid w:val="00425F58"/>
    <w:rsid w:val="00441430"/>
    <w:rsid w:val="00450F07"/>
    <w:rsid w:val="00453CD3"/>
    <w:rsid w:val="004546BE"/>
    <w:rsid w:val="00460660"/>
    <w:rsid w:val="00486107"/>
    <w:rsid w:val="00491827"/>
    <w:rsid w:val="00497D93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010A"/>
    <w:rsid w:val="00523EA7"/>
    <w:rsid w:val="00524676"/>
    <w:rsid w:val="00525563"/>
    <w:rsid w:val="005349C4"/>
    <w:rsid w:val="00553375"/>
    <w:rsid w:val="00557C28"/>
    <w:rsid w:val="005736B7"/>
    <w:rsid w:val="00575E5A"/>
    <w:rsid w:val="005A1AED"/>
    <w:rsid w:val="005E5A56"/>
    <w:rsid w:val="005E7A22"/>
    <w:rsid w:val="005F1404"/>
    <w:rsid w:val="005F6779"/>
    <w:rsid w:val="0061068E"/>
    <w:rsid w:val="00660AD3"/>
    <w:rsid w:val="006647BD"/>
    <w:rsid w:val="00677B7F"/>
    <w:rsid w:val="0068276C"/>
    <w:rsid w:val="006A5570"/>
    <w:rsid w:val="006A689C"/>
    <w:rsid w:val="006B3D79"/>
    <w:rsid w:val="006B4BE1"/>
    <w:rsid w:val="006D5140"/>
    <w:rsid w:val="006D7AFE"/>
    <w:rsid w:val="006E0578"/>
    <w:rsid w:val="006E314D"/>
    <w:rsid w:val="006F1675"/>
    <w:rsid w:val="006F7432"/>
    <w:rsid w:val="00710723"/>
    <w:rsid w:val="00723ED1"/>
    <w:rsid w:val="00726FF3"/>
    <w:rsid w:val="007329DA"/>
    <w:rsid w:val="00743525"/>
    <w:rsid w:val="0076286B"/>
    <w:rsid w:val="00766846"/>
    <w:rsid w:val="0077673A"/>
    <w:rsid w:val="00782DF7"/>
    <w:rsid w:val="007846E1"/>
    <w:rsid w:val="0078497A"/>
    <w:rsid w:val="007B570C"/>
    <w:rsid w:val="007C1877"/>
    <w:rsid w:val="007C365C"/>
    <w:rsid w:val="007C589B"/>
    <w:rsid w:val="007E4A6E"/>
    <w:rsid w:val="007F5474"/>
    <w:rsid w:val="007F56A7"/>
    <w:rsid w:val="00807DD0"/>
    <w:rsid w:val="0081269C"/>
    <w:rsid w:val="008216D4"/>
    <w:rsid w:val="008659F3"/>
    <w:rsid w:val="00867C1D"/>
    <w:rsid w:val="00886D4B"/>
    <w:rsid w:val="00895406"/>
    <w:rsid w:val="008A3568"/>
    <w:rsid w:val="008A6B83"/>
    <w:rsid w:val="008C71EB"/>
    <w:rsid w:val="008D03B9"/>
    <w:rsid w:val="008D12F3"/>
    <w:rsid w:val="008F18D6"/>
    <w:rsid w:val="00904780"/>
    <w:rsid w:val="00904FB3"/>
    <w:rsid w:val="00922385"/>
    <w:rsid w:val="009223DF"/>
    <w:rsid w:val="00923DE9"/>
    <w:rsid w:val="00936091"/>
    <w:rsid w:val="00940D8A"/>
    <w:rsid w:val="00962258"/>
    <w:rsid w:val="00963EB3"/>
    <w:rsid w:val="0096563D"/>
    <w:rsid w:val="00965F2B"/>
    <w:rsid w:val="0096670C"/>
    <w:rsid w:val="009678B7"/>
    <w:rsid w:val="009833E1"/>
    <w:rsid w:val="00992D9C"/>
    <w:rsid w:val="00992E1E"/>
    <w:rsid w:val="00996CB8"/>
    <w:rsid w:val="009B14A9"/>
    <w:rsid w:val="009B2E97"/>
    <w:rsid w:val="009E07F4"/>
    <w:rsid w:val="009E39C3"/>
    <w:rsid w:val="009F29B3"/>
    <w:rsid w:val="009F392E"/>
    <w:rsid w:val="009F4F51"/>
    <w:rsid w:val="009F5508"/>
    <w:rsid w:val="00A06A3F"/>
    <w:rsid w:val="00A106E8"/>
    <w:rsid w:val="00A16671"/>
    <w:rsid w:val="00A31537"/>
    <w:rsid w:val="00A325C6"/>
    <w:rsid w:val="00A33F7C"/>
    <w:rsid w:val="00A6177B"/>
    <w:rsid w:val="00A66136"/>
    <w:rsid w:val="00A742A0"/>
    <w:rsid w:val="00A90462"/>
    <w:rsid w:val="00AA4CBB"/>
    <w:rsid w:val="00AA592F"/>
    <w:rsid w:val="00AA65FA"/>
    <w:rsid w:val="00AA7351"/>
    <w:rsid w:val="00AC4504"/>
    <w:rsid w:val="00AD056F"/>
    <w:rsid w:val="00AD3247"/>
    <w:rsid w:val="00AD5D1C"/>
    <w:rsid w:val="00AD6731"/>
    <w:rsid w:val="00AE00B9"/>
    <w:rsid w:val="00AE0D05"/>
    <w:rsid w:val="00AF7B65"/>
    <w:rsid w:val="00AF7C6D"/>
    <w:rsid w:val="00B1222A"/>
    <w:rsid w:val="00B15D0D"/>
    <w:rsid w:val="00B176ED"/>
    <w:rsid w:val="00B271D5"/>
    <w:rsid w:val="00B72E68"/>
    <w:rsid w:val="00B75EE1"/>
    <w:rsid w:val="00B77481"/>
    <w:rsid w:val="00B77BB1"/>
    <w:rsid w:val="00B8518B"/>
    <w:rsid w:val="00B9451B"/>
    <w:rsid w:val="00BD7E91"/>
    <w:rsid w:val="00BF4710"/>
    <w:rsid w:val="00C02D0A"/>
    <w:rsid w:val="00C03A6E"/>
    <w:rsid w:val="00C445C0"/>
    <w:rsid w:val="00C44F6A"/>
    <w:rsid w:val="00C47AE3"/>
    <w:rsid w:val="00C67ECE"/>
    <w:rsid w:val="00C92E3F"/>
    <w:rsid w:val="00CB13BE"/>
    <w:rsid w:val="00CB5BEB"/>
    <w:rsid w:val="00CD1FC4"/>
    <w:rsid w:val="00CF119A"/>
    <w:rsid w:val="00D21061"/>
    <w:rsid w:val="00D4108E"/>
    <w:rsid w:val="00D6163D"/>
    <w:rsid w:val="00D73D46"/>
    <w:rsid w:val="00D8022A"/>
    <w:rsid w:val="00D831A3"/>
    <w:rsid w:val="00DB07CE"/>
    <w:rsid w:val="00DB3DE4"/>
    <w:rsid w:val="00DC75F3"/>
    <w:rsid w:val="00DD46F3"/>
    <w:rsid w:val="00DE56F2"/>
    <w:rsid w:val="00DF116D"/>
    <w:rsid w:val="00E36C4A"/>
    <w:rsid w:val="00E50364"/>
    <w:rsid w:val="00E771C6"/>
    <w:rsid w:val="00E8195D"/>
    <w:rsid w:val="00E940DA"/>
    <w:rsid w:val="00EB104F"/>
    <w:rsid w:val="00EB19F4"/>
    <w:rsid w:val="00ED14BD"/>
    <w:rsid w:val="00EE10D9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75676"/>
    <w:rsid w:val="00F86BA6"/>
    <w:rsid w:val="00F964AA"/>
    <w:rsid w:val="00FB25DF"/>
    <w:rsid w:val="00FC0FDA"/>
    <w:rsid w:val="00FC1B0C"/>
    <w:rsid w:val="00FC5B2A"/>
    <w:rsid w:val="00FC6389"/>
    <w:rsid w:val="00FD3FB5"/>
    <w:rsid w:val="00FD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  <w:style w:type="character" w:styleId="Odkaznakoment">
    <w:name w:val="annotation reference"/>
    <w:basedOn w:val="Standardnpsmoodstavce"/>
    <w:uiPriority w:val="99"/>
    <w:semiHidden/>
    <w:unhideWhenUsed/>
    <w:rsid w:val="00AC45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C45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C45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45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450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Excel_Worksheet.xlsx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3F0AD48C62CD4E92FBAECC5921CD00" ma:contentTypeVersion="2" ma:contentTypeDescription="Vytvoří nový dokument" ma:contentTypeScope="" ma:versionID="bdf0605e79c08909535c30d0ba15783b">
  <xsd:schema xmlns:xsd="http://www.w3.org/2001/XMLSchema" xmlns:xs="http://www.w3.org/2001/XMLSchema" xmlns:p="http://schemas.microsoft.com/office/2006/metadata/properties" xmlns:ns2="5d094e4e-3516-4d6c-9748-efae541327b4" targetNamespace="http://schemas.microsoft.com/office/2006/metadata/properties" ma:root="true" ma:fieldsID="5e690468e25543e40eaf6bb5f40a85e6" ns2:_="">
    <xsd:import namespace="5d094e4e-3516-4d6c-9748-efae54132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94e4e-3516-4d6c-9748-efae54132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72E028-6A5C-4BFA-9364-19857C4DB1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18A3EE-15B8-4C52-BE4F-E9BB42A61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94e4e-3516-4d6c-9748-efae54132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59</TotalTime>
  <Pages>1</Pages>
  <Words>29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Prachařová Karolína, Mgr.</cp:lastModifiedBy>
  <cp:revision>34</cp:revision>
  <cp:lastPrinted>2017-11-28T17:18:00Z</cp:lastPrinted>
  <dcterms:created xsi:type="dcterms:W3CDTF">2023-11-01T15:40:00Z</dcterms:created>
  <dcterms:modified xsi:type="dcterms:W3CDTF">2024-12-12T14:07:00Z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0x010100B83F0AD48C62CD4E92FBAECC5921CD00</vt:lpwstr>
  </property>
  <property fmtid="{D5CDD505-2E9C-101B-9397-08002B2CF9AE}" pid="3" name="URL">
    <vt:lpwstr/>
  </property>
</Properties>
</file>